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194860B5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2019-2021</w:t>
      </w:r>
    </w:p>
    <w:p w14:paraId="21446FCD" w14:textId="1EBD0C16" w:rsidR="0085747A" w:rsidRDefault="00445970" w:rsidP="000D2A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D2AD4">
        <w:rPr>
          <w:rFonts w:ascii="Corbel" w:hAnsi="Corbel"/>
          <w:sz w:val="20"/>
          <w:szCs w:val="20"/>
        </w:rPr>
        <w:t>2020/2021</w:t>
      </w:r>
    </w:p>
    <w:p w14:paraId="55855D91" w14:textId="77777777" w:rsidR="000D2AD4" w:rsidRPr="009C54AE" w:rsidRDefault="000D2AD4" w:rsidP="000D2AD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3A76E59A" w:rsidR="0085747A" w:rsidRPr="009C54AE" w:rsidRDefault="009E5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85747A" w:rsidRPr="009C54AE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025DEB04" w:rsidR="0085747A" w:rsidRPr="009C54AE" w:rsidRDefault="00772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07F59C4A" w:rsidR="0085747A" w:rsidRPr="009C54AE" w:rsidRDefault="00F970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2CA1FCAB" w:rsidR="0085747A" w:rsidRPr="009C54AE" w:rsidRDefault="00926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595189E7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10755913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36AE5D66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0E637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05210E74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 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4D8B31C9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0DD148F4" w:rsidR="00923D7D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F0A1242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306E01B2" w:rsidR="00015B8F" w:rsidRPr="009C54AE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10EF8C38" w:rsidR="00015B8F" w:rsidRPr="009C54AE" w:rsidRDefault="009265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743DDAA" w:rsidR="00015B8F" w:rsidRPr="009C54AE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1E326B0" w:rsidR="0085747A" w:rsidRPr="009C54AE" w:rsidRDefault="004065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6523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4426AC7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4065F2">
        <w:rPr>
          <w:rFonts w:ascii="Corbel" w:hAnsi="Corbel"/>
          <w:smallCaps w:val="0"/>
          <w:szCs w:val="24"/>
        </w:rPr>
        <w:t>: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  <w:r w:rsidR="004065F2">
        <w:rPr>
          <w:rFonts w:ascii="Corbel" w:hAnsi="Corbel"/>
          <w:b w:val="0"/>
          <w:smallCaps w:val="0"/>
          <w:szCs w:val="24"/>
        </w:rPr>
        <w:t xml:space="preserve"> pisemny</w:t>
      </w:r>
    </w:p>
    <w:p w14:paraId="4ED862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p w14:paraId="662F07EF" w14:textId="7BEA5822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6A8E5429" w14:textId="5946D48C" w:rsidR="0085747A" w:rsidRPr="004065F2" w:rsidRDefault="00926523" w:rsidP="009265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5F2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  <w:r w:rsidR="004065F2">
              <w:rPr>
                <w:rFonts w:ascii="Corbel" w:hAnsi="Corbel" w:cs="DejaVuSans"/>
                <w:szCs w:val="24"/>
                <w:lang w:eastAsia="pl-PL"/>
              </w:rPr>
              <w:t>, wprowadzenie do Pedagogiki</w:t>
            </w:r>
          </w:p>
          <w:p w14:paraId="713F94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065F2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4065F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3991C0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</w:p>
          <w:p w14:paraId="2D993C1B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proofErr w:type="spellStart"/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kulturowych, filozoficznych, pedagogicznych) będących u</w:t>
            </w:r>
          </w:p>
          <w:p w14:paraId="6AA3AAFA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</w:p>
          <w:p w14:paraId="7C77D7BB" w14:textId="23E32A7D" w:rsidR="0085747A" w:rsidRPr="004065F2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 w:cs="DejaVuSans"/>
                <w:b w:val="0"/>
                <w:sz w:val="24"/>
                <w:szCs w:val="24"/>
              </w:rPr>
              <w:t>pedagogicznych</w:t>
            </w:r>
          </w:p>
        </w:tc>
      </w:tr>
      <w:tr w:rsidR="0085747A" w:rsidRPr="004065F2" w14:paraId="53C1A9DB" w14:textId="77777777" w:rsidTr="00923D7D">
        <w:tc>
          <w:tcPr>
            <w:tcW w:w="851" w:type="dxa"/>
            <w:vAlign w:val="center"/>
          </w:tcPr>
          <w:p w14:paraId="2AF2816F" w14:textId="5F2D73B5" w:rsidR="0085747A" w:rsidRPr="004065F2" w:rsidRDefault="009265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06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11BA9A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</w:p>
          <w:p w14:paraId="4B306137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</w:p>
          <w:p w14:paraId="345C4B4D" w14:textId="1A0E4875" w:rsidR="0085747A" w:rsidRPr="004065F2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 w:cs="DejaVuSans"/>
                <w:b w:val="0"/>
                <w:sz w:val="24"/>
                <w:szCs w:val="24"/>
              </w:rPr>
              <w:t>nurtów pedagogicznych</w:t>
            </w:r>
          </w:p>
        </w:tc>
      </w:tr>
      <w:tr w:rsidR="0085747A" w:rsidRPr="004065F2" w14:paraId="679D5CB8" w14:textId="77777777" w:rsidTr="00923D7D">
        <w:tc>
          <w:tcPr>
            <w:tcW w:w="851" w:type="dxa"/>
            <w:vAlign w:val="center"/>
          </w:tcPr>
          <w:p w14:paraId="479E0B14" w14:textId="17BD3C43" w:rsidR="0085747A" w:rsidRPr="004065F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6523" w:rsidRPr="004065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A784E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</w:p>
          <w:p w14:paraId="562627DE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</w:p>
          <w:p w14:paraId="10D46032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</w:p>
          <w:p w14:paraId="151BD3E9" w14:textId="3E7B0AE6" w:rsidR="0085747A" w:rsidRPr="004065F2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 w:cs="DejaVuSans"/>
                <w:b w:val="0"/>
                <w:sz w:val="24"/>
                <w:szCs w:val="24"/>
              </w:rPr>
              <w:t>teoretycznych</w:t>
            </w:r>
          </w:p>
        </w:tc>
      </w:tr>
      <w:tr w:rsidR="00926523" w:rsidRPr="004065F2" w14:paraId="26F770C8" w14:textId="77777777" w:rsidTr="00923D7D">
        <w:tc>
          <w:tcPr>
            <w:tcW w:w="851" w:type="dxa"/>
            <w:vAlign w:val="center"/>
          </w:tcPr>
          <w:p w14:paraId="43C43441" w14:textId="28756EF8" w:rsidR="00926523" w:rsidRPr="004065F2" w:rsidRDefault="009265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B1C530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</w:p>
          <w:p w14:paraId="27E6B275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</w:p>
          <w:p w14:paraId="5915735C" w14:textId="5858FB42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gotowości do zmian i samorozwoju</w:t>
            </w:r>
          </w:p>
        </w:tc>
      </w:tr>
    </w:tbl>
    <w:p w14:paraId="1AFAFF33" w14:textId="77777777" w:rsidR="0085747A" w:rsidRPr="004065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F3C50" w:rsidRPr="00896EFC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896E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6EFC">
              <w:rPr>
                <w:rFonts w:ascii="Corbel" w:hAnsi="Corbel"/>
                <w:b w:val="0"/>
                <w:bCs/>
                <w:szCs w:val="24"/>
              </w:rPr>
              <w:t>EK</w:t>
            </w:r>
            <w:r w:rsidR="00A84C85" w:rsidRPr="00896EFC"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="00C05F44" w:rsidRPr="00896EFC">
              <w:rPr>
                <w:rFonts w:ascii="Corbel" w:hAnsi="Corbel"/>
                <w:b w:val="0"/>
                <w:szCs w:val="24"/>
              </w:rPr>
              <w:t>efekt uczenia się</w:t>
            </w:r>
            <w:r w:rsidR="00B82308" w:rsidRPr="00896EFC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A3304F" w14:textId="77777777" w:rsidR="002A32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6EFC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C05F44" w:rsidRPr="00896EFC">
              <w:rPr>
                <w:rFonts w:ascii="Corbel" w:hAnsi="Corbel"/>
                <w:b w:val="0"/>
                <w:szCs w:val="24"/>
              </w:rPr>
              <w:t xml:space="preserve">uczenia się </w:t>
            </w:r>
            <w:r w:rsidRPr="00896EFC">
              <w:rPr>
                <w:rFonts w:ascii="Corbel" w:hAnsi="Corbel"/>
                <w:b w:val="0"/>
                <w:szCs w:val="24"/>
              </w:rPr>
              <w:t>zdefiniowanego dla przedmiotu</w:t>
            </w:r>
          </w:p>
          <w:p w14:paraId="389E0A3C" w14:textId="418AD28A" w:rsidR="0085747A" w:rsidRPr="00896EFC" w:rsidRDefault="002A325E" w:rsidP="002A32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85747A" w:rsidRPr="00896EF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896EF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6EFC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="0030395F" w:rsidRPr="00896EFC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F3C50" w:rsidRPr="00896EFC" w14:paraId="7F34FCC4" w14:textId="77777777" w:rsidTr="005E6E85">
        <w:tc>
          <w:tcPr>
            <w:tcW w:w="1701" w:type="dxa"/>
          </w:tcPr>
          <w:p w14:paraId="0D5B273D" w14:textId="77777777" w:rsidR="0085747A" w:rsidRPr="00896E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96EF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4738D8F5" w:rsidR="0085747A" w:rsidRPr="00896EFC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Opisze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współczesne kierunki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i nurty w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pedagogi</w:t>
            </w:r>
            <w:r>
              <w:rPr>
                <w:rFonts w:ascii="Corbel" w:hAnsi="Corbel"/>
                <w:b w:val="0"/>
                <w:bCs/>
                <w:smallCaps w:val="0"/>
              </w:rPr>
              <w:t>ce</w:t>
            </w:r>
            <w:r w:rsidR="00FF3C5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</w:rPr>
              <w:t>i</w:t>
            </w:r>
            <w:r w:rsidR="00FF3C50">
              <w:rPr>
                <w:rFonts w:ascii="Corbel" w:hAnsi="Corbel"/>
                <w:b w:val="0"/>
                <w:bCs/>
                <w:smallCaps w:val="0"/>
              </w:rPr>
              <w:t xml:space="preserve"> ich znaczenie dla edukacji</w:t>
            </w:r>
          </w:p>
        </w:tc>
        <w:tc>
          <w:tcPr>
            <w:tcW w:w="1873" w:type="dxa"/>
          </w:tcPr>
          <w:p w14:paraId="1457967D" w14:textId="63218696" w:rsidR="0085747A" w:rsidRPr="0033158B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158B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2A325E">
              <w:rPr>
                <w:rFonts w:ascii="Corbel" w:hAnsi="Corbel"/>
                <w:b w:val="0"/>
                <w:bCs/>
                <w:smallCaps w:val="0"/>
                <w:szCs w:val="24"/>
              </w:rPr>
              <w:t>_W</w:t>
            </w:r>
            <w:r w:rsidRPr="0033158B">
              <w:rPr>
                <w:rFonts w:ascii="Corbel" w:hAnsi="Corbel"/>
                <w:b w:val="0"/>
                <w:bCs/>
                <w:smallCaps w:val="0"/>
                <w:szCs w:val="24"/>
              </w:rPr>
              <w:t>03</w:t>
            </w:r>
          </w:p>
        </w:tc>
      </w:tr>
      <w:tr w:rsidR="00FF3C50" w:rsidRPr="00896EFC" w14:paraId="75783707" w14:textId="77777777" w:rsidTr="005E6E85">
        <w:tc>
          <w:tcPr>
            <w:tcW w:w="1701" w:type="dxa"/>
          </w:tcPr>
          <w:p w14:paraId="2ED1F6B9" w14:textId="77777777" w:rsidR="0085747A" w:rsidRPr="00896E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040DB220" w:rsidR="0085747A" w:rsidRPr="00FF3C50" w:rsidRDefault="00FF3C50" w:rsidP="00FF3C5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FF3C50">
              <w:rPr>
                <w:rFonts w:ascii="Corbel" w:hAnsi="Corbel"/>
              </w:rPr>
              <w:t>Opisze poszczególne</w:t>
            </w:r>
            <w:r>
              <w:rPr>
                <w:rFonts w:ascii="Corbel" w:hAnsi="Corbel"/>
                <w:b/>
                <w:bCs/>
                <w:smallCaps/>
              </w:rPr>
              <w:t xml:space="preserve"> p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aradygmaty w naukach pedagogicznych i społecznych</w:t>
            </w:r>
            <w:r w:rsidR="004065F2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o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raz scharakteryzuje spory pomiędzy zwolennikami poszczególnych paradygmatów</w:t>
            </w:r>
          </w:p>
        </w:tc>
        <w:tc>
          <w:tcPr>
            <w:tcW w:w="1873" w:type="dxa"/>
          </w:tcPr>
          <w:p w14:paraId="49985EC3" w14:textId="139EC6AA" w:rsidR="0085747A" w:rsidRPr="0033158B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158B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2A325E">
              <w:rPr>
                <w:rFonts w:ascii="Corbel" w:hAnsi="Corbel"/>
                <w:b w:val="0"/>
                <w:bCs/>
                <w:smallCaps w:val="0"/>
                <w:szCs w:val="24"/>
              </w:rPr>
              <w:t>_W</w:t>
            </w:r>
            <w:r w:rsidRPr="0033158B">
              <w:rPr>
                <w:rFonts w:ascii="Corbel" w:hAnsi="Corbel"/>
                <w:b w:val="0"/>
                <w:bCs/>
                <w:smallCaps w:val="0"/>
                <w:szCs w:val="24"/>
              </w:rPr>
              <w:t>10</w:t>
            </w:r>
          </w:p>
        </w:tc>
      </w:tr>
      <w:tr w:rsidR="00FF3C50" w:rsidRPr="00896EFC" w14:paraId="113614A3" w14:textId="77777777" w:rsidTr="005E6E85">
        <w:tc>
          <w:tcPr>
            <w:tcW w:w="1701" w:type="dxa"/>
          </w:tcPr>
          <w:p w14:paraId="1FE3FFBB" w14:textId="22AA4985" w:rsidR="0085747A" w:rsidRPr="00896E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6523" w:rsidRPr="00896E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D669E6" w14:textId="47766EFD" w:rsidR="0085747A" w:rsidRPr="00896EFC" w:rsidRDefault="00FF3C5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Opra</w:t>
            </w:r>
            <w:r w:rsidR="0033158B">
              <w:rPr>
                <w:rFonts w:ascii="Corbel" w:hAnsi="Corbel"/>
                <w:b w:val="0"/>
                <w:bCs/>
                <w:smallCaps w:val="0"/>
              </w:rPr>
              <w:t>cuje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własny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program oddziaływań pedagogicznych oraz doko</w:t>
            </w:r>
            <w:r w:rsidR="0033158B">
              <w:rPr>
                <w:rFonts w:ascii="Corbel" w:hAnsi="Corbel"/>
                <w:b w:val="0"/>
                <w:bCs/>
                <w:smallCaps w:val="0"/>
              </w:rPr>
              <w:t>na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jego ewaluacji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korzystając z 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własnej wiedzy teoretycznej i empirycznej </w:t>
            </w:r>
          </w:p>
        </w:tc>
        <w:tc>
          <w:tcPr>
            <w:tcW w:w="1873" w:type="dxa"/>
          </w:tcPr>
          <w:p w14:paraId="24A9628A" w14:textId="1B45522F" w:rsidR="0085747A" w:rsidRPr="0033158B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33158B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2A325E">
              <w:rPr>
                <w:rFonts w:ascii="Corbel" w:hAnsi="Corbel"/>
                <w:bCs/>
                <w:sz w:val="24"/>
                <w:szCs w:val="24"/>
              </w:rPr>
              <w:t>_U</w:t>
            </w:r>
            <w:r w:rsidRPr="0033158B">
              <w:rPr>
                <w:rFonts w:ascii="Corbel" w:hAnsi="Corbel"/>
                <w:bCs/>
                <w:sz w:val="24"/>
                <w:szCs w:val="24"/>
              </w:rPr>
              <w:t>06</w:t>
            </w:r>
          </w:p>
        </w:tc>
      </w:tr>
      <w:tr w:rsidR="00FF3C50" w:rsidRPr="00896EFC" w14:paraId="1C6DE75C" w14:textId="77777777" w:rsidTr="005E6E85">
        <w:tc>
          <w:tcPr>
            <w:tcW w:w="1701" w:type="dxa"/>
          </w:tcPr>
          <w:p w14:paraId="195C1E98" w14:textId="7AEE6188" w:rsidR="00926523" w:rsidRPr="00896EFC" w:rsidRDefault="009265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0E78F8" w14:textId="42D81197" w:rsidR="00926523" w:rsidRPr="00896EFC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Zas</w:t>
            </w:r>
            <w:r w:rsidR="00FF3C50">
              <w:rPr>
                <w:rFonts w:ascii="Corbel" w:hAnsi="Corbel"/>
                <w:b w:val="0"/>
                <w:bCs/>
                <w:smallCaps w:val="0"/>
              </w:rPr>
              <w:t>tosuje poznane teorie w praktyce edukacyjn</w:t>
            </w:r>
            <w:r>
              <w:rPr>
                <w:rFonts w:ascii="Corbel" w:hAnsi="Corbel"/>
                <w:b w:val="0"/>
                <w:bCs/>
                <w:smallCaps w:val="0"/>
              </w:rPr>
              <w:t>ej działając na rzecz jednostek i zachowania tożsamości kulturowej</w:t>
            </w:r>
          </w:p>
        </w:tc>
        <w:tc>
          <w:tcPr>
            <w:tcW w:w="1873" w:type="dxa"/>
          </w:tcPr>
          <w:p w14:paraId="0C43B470" w14:textId="13320D61" w:rsidR="00926523" w:rsidRPr="0033158B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33158B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2A325E">
              <w:rPr>
                <w:rFonts w:ascii="Corbel" w:hAnsi="Corbel"/>
                <w:bCs/>
                <w:sz w:val="24"/>
                <w:szCs w:val="24"/>
              </w:rPr>
              <w:t>_K</w:t>
            </w:r>
            <w:r w:rsidRPr="0033158B">
              <w:rPr>
                <w:rFonts w:ascii="Corbel" w:hAnsi="Corbel"/>
                <w:bCs/>
                <w:sz w:val="24"/>
                <w:szCs w:val="24"/>
              </w:rPr>
              <w:t>04</w:t>
            </w:r>
          </w:p>
        </w:tc>
      </w:tr>
    </w:tbl>
    <w:p w14:paraId="2ECC4F7F" w14:textId="77777777" w:rsidR="00932257" w:rsidRPr="00A3360D" w:rsidRDefault="00932257" w:rsidP="00A3360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93B6DD7" w14:textId="312D380E" w:rsidR="0085747A" w:rsidRPr="00896E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6EFC">
        <w:rPr>
          <w:rFonts w:ascii="Corbel" w:hAnsi="Corbel"/>
          <w:b/>
          <w:sz w:val="24"/>
          <w:szCs w:val="24"/>
        </w:rPr>
        <w:t>3.3</w:t>
      </w:r>
      <w:r w:rsidR="001D7B54" w:rsidRPr="00896EFC">
        <w:rPr>
          <w:rFonts w:ascii="Corbel" w:hAnsi="Corbel"/>
          <w:b/>
          <w:sz w:val="24"/>
          <w:szCs w:val="24"/>
        </w:rPr>
        <w:t xml:space="preserve"> </w:t>
      </w:r>
      <w:r w:rsidR="0085747A" w:rsidRPr="00896EFC">
        <w:rPr>
          <w:rFonts w:ascii="Corbel" w:hAnsi="Corbel"/>
          <w:b/>
          <w:sz w:val="24"/>
          <w:szCs w:val="24"/>
        </w:rPr>
        <w:t>T</w:t>
      </w:r>
      <w:r w:rsidR="001D7B54" w:rsidRPr="00896E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6EFC">
        <w:rPr>
          <w:rFonts w:ascii="Corbel" w:hAnsi="Corbel"/>
          <w:sz w:val="24"/>
          <w:szCs w:val="24"/>
        </w:rPr>
        <w:t xml:space="preserve">  </w:t>
      </w:r>
    </w:p>
    <w:p w14:paraId="57F1A9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CFB7A4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A60E11" w14:textId="77777777" w:rsidTr="00923D7D">
        <w:tc>
          <w:tcPr>
            <w:tcW w:w="9639" w:type="dxa"/>
          </w:tcPr>
          <w:p w14:paraId="068FBF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B97201" w14:textId="77777777" w:rsidTr="00923D7D">
        <w:tc>
          <w:tcPr>
            <w:tcW w:w="9639" w:type="dxa"/>
          </w:tcPr>
          <w:p w14:paraId="1F0E3A7D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7FE69603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Transformacja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społeczno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– polityczna. Demokracja i społeczeństwo</w:t>
            </w:r>
          </w:p>
          <w:p w14:paraId="24769185" w14:textId="4C15F1AB" w:rsidR="0085747A" w:rsidRPr="009C54AE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85747A" w:rsidRPr="009C54AE" w14:paraId="373AB1E0" w14:textId="77777777" w:rsidTr="00923D7D">
        <w:tc>
          <w:tcPr>
            <w:tcW w:w="9639" w:type="dxa"/>
          </w:tcPr>
          <w:p w14:paraId="4400FFFB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</w:p>
          <w:p w14:paraId="7569068A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</w:p>
          <w:p w14:paraId="592CCB7A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>konsekwencje dla praktyki edukacyjnej. Ideologie w edukacji – konserwatywna,</w:t>
            </w:r>
          </w:p>
          <w:p w14:paraId="2686DE2A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</w:p>
          <w:p w14:paraId="2C5796A3" w14:textId="1F05B8BE" w:rsidR="0085747A" w:rsidRPr="009C54AE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85747A" w:rsidRPr="009C54AE" w14:paraId="1B7CB6DC" w14:textId="77777777" w:rsidTr="00923D7D">
        <w:tc>
          <w:tcPr>
            <w:tcW w:w="9639" w:type="dxa"/>
          </w:tcPr>
          <w:p w14:paraId="2F053ABB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>Pedagogika pozytywistyczna, personalistyczna i Nowego Wychowania –</w:t>
            </w:r>
          </w:p>
          <w:p w14:paraId="76AADA64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</w:p>
          <w:p w14:paraId="61C69CDD" w14:textId="138932F4" w:rsidR="0085747A" w:rsidRPr="009C54AE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pedagogiki i praktyki edukacyjnej</w:t>
            </w:r>
          </w:p>
        </w:tc>
      </w:tr>
      <w:tr w:rsidR="00896EFC" w:rsidRPr="009C54AE" w14:paraId="16CB0322" w14:textId="77777777" w:rsidTr="00923D7D">
        <w:tc>
          <w:tcPr>
            <w:tcW w:w="9639" w:type="dxa"/>
          </w:tcPr>
          <w:p w14:paraId="6BA9D2C2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Nurty antyautorytarne – antypedagogika, pedagogika humanistyczna,</w:t>
            </w:r>
          </w:p>
          <w:p w14:paraId="6D074167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</w:p>
          <w:p w14:paraId="4A650008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</w:p>
          <w:p w14:paraId="27B646E8" w14:textId="1FBF173D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8072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EBBC2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4BD3E" w14:textId="77777777" w:rsidTr="00923D7D">
        <w:tc>
          <w:tcPr>
            <w:tcW w:w="9639" w:type="dxa"/>
          </w:tcPr>
          <w:p w14:paraId="44317F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1E62CF" w14:textId="77777777" w:rsidTr="00923D7D">
        <w:tc>
          <w:tcPr>
            <w:tcW w:w="9639" w:type="dxa"/>
          </w:tcPr>
          <w:p w14:paraId="173CB5F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5732727" w14:textId="77777777" w:rsidTr="00923D7D">
        <w:tc>
          <w:tcPr>
            <w:tcW w:w="9639" w:type="dxa"/>
          </w:tcPr>
          <w:p w14:paraId="1BC16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D0AD54A" w14:textId="77777777" w:rsidTr="00923D7D">
        <w:tc>
          <w:tcPr>
            <w:tcW w:w="9639" w:type="dxa"/>
          </w:tcPr>
          <w:p w14:paraId="0DB1E78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3302D" w14:textId="6FBBCEB7" w:rsidR="00E960BB" w:rsidRPr="00A3360D" w:rsidRDefault="00896EFC" w:rsidP="00A3360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896EFC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896EFC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896EFC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896EF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896EFC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896EFC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896EFC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12CC07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6EFC" w14:paraId="632EEDD6" w14:textId="77777777" w:rsidTr="00B410B1">
        <w:tc>
          <w:tcPr>
            <w:tcW w:w="1962" w:type="dxa"/>
            <w:vAlign w:val="center"/>
          </w:tcPr>
          <w:p w14:paraId="7617A6A3" w14:textId="77777777" w:rsidR="0085747A" w:rsidRPr="00896EF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896EF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896EF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896E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896E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6EF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6EF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96EFC" w14:paraId="45F4ACED" w14:textId="77777777" w:rsidTr="00B410B1">
        <w:tc>
          <w:tcPr>
            <w:tcW w:w="1962" w:type="dxa"/>
          </w:tcPr>
          <w:p w14:paraId="1A67113F" w14:textId="6896C8ED" w:rsidR="0085747A" w:rsidRPr="00896EFC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896EFC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29B475ED" w:rsidR="0085747A" w:rsidRPr="00896EFC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FC00E62" w14:textId="45287B24" w:rsidR="0085747A" w:rsidRPr="00896EFC" w:rsidRDefault="00B41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896EFC" w14:paraId="10E85F60" w14:textId="77777777" w:rsidTr="00B410B1">
        <w:tc>
          <w:tcPr>
            <w:tcW w:w="1962" w:type="dxa"/>
          </w:tcPr>
          <w:p w14:paraId="569AEC71" w14:textId="77777777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B7E79D1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850054E" w14:textId="7B0B7199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896EFC" w14:paraId="3CFC4551" w14:textId="77777777" w:rsidTr="00B410B1">
        <w:tc>
          <w:tcPr>
            <w:tcW w:w="1962" w:type="dxa"/>
          </w:tcPr>
          <w:p w14:paraId="663E7A9B" w14:textId="79F9D862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5F27FC7" w14:textId="4F29115F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31CA53F" w14:textId="0111F266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896EFC" w14:paraId="5FEBAF90" w14:textId="77777777" w:rsidTr="00B410B1">
        <w:tc>
          <w:tcPr>
            <w:tcW w:w="1962" w:type="dxa"/>
          </w:tcPr>
          <w:p w14:paraId="7AF496C7" w14:textId="0B856F2C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494C3A" w14:textId="0F72BE4B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AFE1154" w14:textId="04028836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318B35F" w14:textId="77777777" w:rsidR="00896EFC" w:rsidRPr="009C54AE" w:rsidRDefault="00896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0EFEFCFB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</w:p>
          <w:p w14:paraId="4383884A" w14:textId="5DFA8B38" w:rsidR="0085747A" w:rsidRPr="00A3360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2285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otrzymanie co najmniej 51% punktów.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5A0D410E" w:rsidR="0085747A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2380073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023340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14:paraId="3DFCD0CF" w14:textId="477E629A" w:rsidR="00C61DC5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0F516111" w:rsidR="00C61DC5" w:rsidRPr="009C54AE" w:rsidRDefault="00C61DC5" w:rsidP="00023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</w:t>
            </w:r>
            <w:r w:rsidR="00023340">
              <w:rPr>
                <w:rFonts w:ascii="Corbel" w:hAnsi="Corbel"/>
                <w:sz w:val="24"/>
                <w:szCs w:val="24"/>
              </w:rPr>
              <w:t>zygotowanie do zajęć, egzaminu</w:t>
            </w:r>
          </w:p>
        </w:tc>
        <w:tc>
          <w:tcPr>
            <w:tcW w:w="4677" w:type="dxa"/>
          </w:tcPr>
          <w:p w14:paraId="12581343" w14:textId="2B2E7906" w:rsidR="00C61DC5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A17D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3AA5872B" w:rsidR="0085747A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1F4AE59C" w:rsidR="0085747A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332FB63" w:rsidR="0085747A" w:rsidRPr="009C54AE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050B750" w:rsidR="0085747A" w:rsidRPr="009C54AE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F26DD" w14:paraId="27ECB13F" w14:textId="77777777" w:rsidTr="0071620A">
        <w:trPr>
          <w:trHeight w:val="397"/>
        </w:trPr>
        <w:tc>
          <w:tcPr>
            <w:tcW w:w="7513" w:type="dxa"/>
          </w:tcPr>
          <w:p w14:paraId="42401EEB" w14:textId="77777777" w:rsidR="0085747A" w:rsidRPr="007F26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6D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5909BF" w14:textId="6528E949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Chmaj</w:t>
            </w:r>
            <w:proofErr w:type="spellEnd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L., </w:t>
            </w:r>
            <w:r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</w:t>
            </w:r>
            <w:r w:rsidR="00743B2A"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ą</w:t>
            </w:r>
            <w:r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 i kierunki w pedagogice XX wieku,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</w:p>
          <w:p w14:paraId="43D79278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1962.</w:t>
            </w:r>
          </w:p>
          <w:p w14:paraId="401AD445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Walczak M., </w:t>
            </w:r>
            <w:r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emancypacyjna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5B3F61B5" w14:textId="77777777" w:rsidR="002558EB" w:rsidRPr="007F26DD" w:rsidRDefault="002558EB" w:rsidP="002558EB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b w:val="0"/>
                <w:szCs w:val="24"/>
                <w:lang w:eastAsia="pl-PL"/>
              </w:rPr>
              <w:t>2006.</w:t>
            </w:r>
          </w:p>
          <w:p w14:paraId="27C45F86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Podręcznik akademicki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>, t. 2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, red. B. Śliwerski, Z.</w:t>
            </w:r>
          </w:p>
          <w:p w14:paraId="33915665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Kwieciński. Warszawa: PWN 2004.</w:t>
            </w:r>
          </w:p>
          <w:p w14:paraId="69AC3BCD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Podstawy nauk o wychowaniu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. T. 1. red. B. Śliwerski,</w:t>
            </w:r>
          </w:p>
          <w:p w14:paraId="0F7F22E2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Gdańsk: GWP 2006.</w:t>
            </w:r>
          </w:p>
          <w:p w14:paraId="1B69F1CD" w14:textId="77777777" w:rsidR="002558EB" w:rsidRPr="00932FBC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Współczesna myśl pedagogiczna, znaczenia,</w:t>
            </w:r>
          </w:p>
          <w:p w14:paraId="4A6DF3B4" w14:textId="6D426209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klasyfikacje, badania</w:t>
            </w:r>
            <w:r w:rsid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,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772B1D00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Współczesne nurty i kierunki pedagogiczne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Kraków</w:t>
            </w:r>
          </w:p>
          <w:p w14:paraId="0BAA863E" w14:textId="4C047652" w:rsidR="002558EB" w:rsidRPr="007F26DD" w:rsidRDefault="002558EB" w:rsidP="002558E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F26DD">
              <w:rPr>
                <w:rFonts w:ascii="Corbel" w:hAnsi="Corbel" w:cs="DejaVuSans"/>
                <w:b w:val="0"/>
                <w:szCs w:val="24"/>
                <w:lang w:eastAsia="pl-PL"/>
              </w:rPr>
              <w:t>2015.</w:t>
            </w:r>
          </w:p>
        </w:tc>
      </w:tr>
      <w:tr w:rsidR="0085747A" w:rsidRPr="007F26DD" w14:paraId="64E48D38" w14:textId="77777777" w:rsidTr="0071620A">
        <w:trPr>
          <w:trHeight w:val="397"/>
        </w:trPr>
        <w:tc>
          <w:tcPr>
            <w:tcW w:w="7513" w:type="dxa"/>
          </w:tcPr>
          <w:p w14:paraId="6E195BCA" w14:textId="77777777" w:rsidR="0085747A" w:rsidRPr="007F26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6D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0E2E2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Gołębniak</w:t>
            </w:r>
            <w:proofErr w:type="spellEnd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 D., </w:t>
            </w:r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Zmiany edukacji nauczycieli,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Toruń – Poznań</w:t>
            </w:r>
          </w:p>
          <w:p w14:paraId="094CC85A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1998.</w:t>
            </w:r>
          </w:p>
          <w:p w14:paraId="61AEECC6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Filozoficzne i ideologiczne podstawy edukacji,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0EBE5E18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2003.</w:t>
            </w:r>
          </w:p>
          <w:p w14:paraId="382C835B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proofErr w:type="spellStart"/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Deie</w:t>
            </w:r>
            <w:proofErr w:type="spellEnd"/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racjonalności. Od filozofii sensu ku pedagogice</w:t>
            </w:r>
          </w:p>
          <w:p w14:paraId="1EB7FC39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ogólnej,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3E58849F" w14:textId="1353D919" w:rsidR="00483740" w:rsidRPr="007F26DD" w:rsidRDefault="00483740" w:rsidP="0048374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7F26D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 xml:space="preserve">Śliwerski B., </w:t>
            </w:r>
            <w:r w:rsidRPr="007F26DD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 xml:space="preserve">Meblowanie szkolnej demokracji, </w:t>
            </w:r>
            <w:r w:rsidRPr="007F26D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Warszawa 2017.</w:t>
            </w:r>
          </w:p>
        </w:tc>
      </w:tr>
    </w:tbl>
    <w:p w14:paraId="2F0A85CC" w14:textId="77777777" w:rsidR="0085747A" w:rsidRPr="007F26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10770" w14:textId="77777777" w:rsidR="00C200AB" w:rsidRDefault="00C200AB" w:rsidP="00C16ABF">
      <w:pPr>
        <w:spacing w:after="0" w:line="240" w:lineRule="auto"/>
      </w:pPr>
      <w:r>
        <w:separator/>
      </w:r>
    </w:p>
  </w:endnote>
  <w:endnote w:type="continuationSeparator" w:id="0">
    <w:p w14:paraId="2BA3A2D1" w14:textId="77777777" w:rsidR="00C200AB" w:rsidRDefault="00C200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339A9" w14:textId="77777777" w:rsidR="00C200AB" w:rsidRDefault="00C200AB" w:rsidP="00C16ABF">
      <w:pPr>
        <w:spacing w:after="0" w:line="240" w:lineRule="auto"/>
      </w:pPr>
      <w:r>
        <w:separator/>
      </w:r>
    </w:p>
  </w:footnote>
  <w:footnote w:type="continuationSeparator" w:id="0">
    <w:p w14:paraId="77800ECB" w14:textId="77777777" w:rsidR="00C200AB" w:rsidRDefault="00C200AB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34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AD4"/>
    <w:rsid w:val="000E637A"/>
    <w:rsid w:val="000F1C57"/>
    <w:rsid w:val="000F5615"/>
    <w:rsid w:val="00111C2E"/>
    <w:rsid w:val="001230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8EB"/>
    <w:rsid w:val="00281FF2"/>
    <w:rsid w:val="002857DE"/>
    <w:rsid w:val="00291567"/>
    <w:rsid w:val="002A22BF"/>
    <w:rsid w:val="002A2389"/>
    <w:rsid w:val="002A325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58B"/>
    <w:rsid w:val="003343CF"/>
    <w:rsid w:val="003361F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5F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740"/>
    <w:rsid w:val="004840FD"/>
    <w:rsid w:val="00490F7D"/>
    <w:rsid w:val="00491678"/>
    <w:rsid w:val="004968E2"/>
    <w:rsid w:val="004A3EEA"/>
    <w:rsid w:val="004A4D1F"/>
    <w:rsid w:val="004C6171"/>
    <w:rsid w:val="004D5282"/>
    <w:rsid w:val="004F1551"/>
    <w:rsid w:val="004F55A3"/>
    <w:rsid w:val="0050228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2D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63"/>
    <w:rsid w:val="00724677"/>
    <w:rsid w:val="00725459"/>
    <w:rsid w:val="007327BD"/>
    <w:rsid w:val="00734608"/>
    <w:rsid w:val="00743B2A"/>
    <w:rsid w:val="00745302"/>
    <w:rsid w:val="007461D6"/>
    <w:rsid w:val="00746EC8"/>
    <w:rsid w:val="00763BF1"/>
    <w:rsid w:val="00766FD4"/>
    <w:rsid w:val="007720F7"/>
    <w:rsid w:val="0078168C"/>
    <w:rsid w:val="00787C2A"/>
    <w:rsid w:val="00790E27"/>
    <w:rsid w:val="007A17DC"/>
    <w:rsid w:val="007A4022"/>
    <w:rsid w:val="007A6E6E"/>
    <w:rsid w:val="007C3299"/>
    <w:rsid w:val="007C3BCC"/>
    <w:rsid w:val="007C4546"/>
    <w:rsid w:val="007D38DF"/>
    <w:rsid w:val="007D6E56"/>
    <w:rsid w:val="007F1652"/>
    <w:rsid w:val="007F26DD"/>
    <w:rsid w:val="007F4155"/>
    <w:rsid w:val="0081554D"/>
    <w:rsid w:val="0081707E"/>
    <w:rsid w:val="008449B3"/>
    <w:rsid w:val="0085746F"/>
    <w:rsid w:val="0085747A"/>
    <w:rsid w:val="00884922"/>
    <w:rsid w:val="00885F64"/>
    <w:rsid w:val="008917F9"/>
    <w:rsid w:val="00896EF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523"/>
    <w:rsid w:val="00932257"/>
    <w:rsid w:val="00932FBC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360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B1"/>
    <w:rsid w:val="00B4276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0A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313"/>
    <w:rsid w:val="00CE5BAC"/>
    <w:rsid w:val="00CF25BE"/>
    <w:rsid w:val="00CF78ED"/>
    <w:rsid w:val="00D02B25"/>
    <w:rsid w:val="00D02EBA"/>
    <w:rsid w:val="00D15CDD"/>
    <w:rsid w:val="00D17C3C"/>
    <w:rsid w:val="00D22C36"/>
    <w:rsid w:val="00D26B2C"/>
    <w:rsid w:val="00D329D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023"/>
    <w:rsid w:val="00FA46E5"/>
    <w:rsid w:val="00FB7DBA"/>
    <w:rsid w:val="00FC1C25"/>
    <w:rsid w:val="00FC3F45"/>
    <w:rsid w:val="00FD503F"/>
    <w:rsid w:val="00FD7589"/>
    <w:rsid w:val="00FF016A"/>
    <w:rsid w:val="00FF1401"/>
    <w:rsid w:val="00FF3C5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F574B-746D-442B-9BCC-313FF7D1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2020-01-14T11:41:00Z</cp:lastPrinted>
  <dcterms:created xsi:type="dcterms:W3CDTF">2019-11-20T17:18:00Z</dcterms:created>
  <dcterms:modified xsi:type="dcterms:W3CDTF">2021-01-14T10:14:00Z</dcterms:modified>
</cp:coreProperties>
</file>